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255AE706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64CD550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31D41">
        <w:rPr>
          <w:rFonts w:ascii="Segoe Print" w:hAnsi="Segoe Print"/>
          <w:b/>
          <w:sz w:val="24"/>
        </w:rPr>
        <w:t>9</w:t>
      </w:r>
      <w:r w:rsidR="00D51195" w:rsidRPr="0090117B">
        <w:rPr>
          <w:rFonts w:ascii="Segoe Print" w:hAnsi="Segoe Print"/>
          <w:b/>
          <w:sz w:val="24"/>
        </w:rPr>
        <w:t>.</w:t>
      </w:r>
      <w:r w:rsidR="006F185A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021B0008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F0DD5D9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94D08F0" w14:textId="22B610F3" w:rsidR="00E20822" w:rsidRPr="000B420F" w:rsidRDefault="006C37E5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0B420F">
              <w:rPr>
                <w:rFonts w:ascii="Century Gothic" w:hAnsi="Century Gothic" w:cs="Tahoma"/>
              </w:rPr>
              <w:t>If 5 tokens cost £1.50, how much do 11 tokens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0B420F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0B420F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94DF71C" w14:textId="66F49158" w:rsidR="00E20822" w:rsidRPr="000B420F" w:rsidRDefault="00293BEA" w:rsidP="0064471D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0B420F">
              <w:rPr>
                <w:rFonts w:ascii="Century Gothic" w:hAnsi="Century Gothic" w:cs="Tahoma"/>
              </w:rPr>
              <w:t>What is 0.7 as a fraction in its simplest form?</w:t>
            </w:r>
          </w:p>
        </w:tc>
      </w:tr>
      <w:tr w:rsidR="00E20822" w:rsidRPr="00C240D5" w14:paraId="2FAB904D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845EB95" w14:textId="425D3BC6" w:rsidR="00E20822" w:rsidRPr="000B420F" w:rsidRDefault="00712C99" w:rsidP="00505FC9">
            <w:pPr>
              <w:spacing w:before="120" w:after="0"/>
              <w:rPr>
                <w:rFonts w:ascii="Century Gothic" w:hAnsi="Century Gothic"/>
              </w:rPr>
            </w:pPr>
            <w:r w:rsidRPr="000B420F">
              <w:rPr>
                <w:rFonts w:ascii="Century Gothic" w:eastAsia="Calibri" w:hAnsi="Century Gothic" w:cs="Tahoma"/>
                <w:color w:val="000000" w:themeColor="text1"/>
                <w:kern w:val="24"/>
              </w:rPr>
              <w:t xml:space="preserve">Solve </w:t>
            </w:r>
            <m:oMath>
              <m:f>
                <m:fPr>
                  <m:ctrlPr>
                    <w:rPr>
                      <w:rFonts w:ascii="Cambria Math" w:eastAsia="Calibri" w:hAnsi="Cambria Math" w:cs="Tahoma"/>
                      <w:i/>
                      <w:color w:val="000000" w:themeColor="text1"/>
                      <w:kern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ahoma"/>
                      <w:color w:val="000000" w:themeColor="text1"/>
                      <w:kern w:val="24"/>
                    </w:rPr>
                    <m:t>x</m:t>
                  </m:r>
                </m:num>
                <m:den>
                  <m:r>
                    <w:rPr>
                      <w:rFonts w:ascii="Cambria Math" w:eastAsia="Calibri" w:hAnsi="Cambria Math" w:cs="Tahoma"/>
                      <w:color w:val="000000" w:themeColor="text1"/>
                      <w:kern w:val="24"/>
                    </w:rPr>
                    <m:t>7</m:t>
                  </m:r>
                </m:den>
              </m:f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=3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0B420F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0B420F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FEF7014" w14:textId="517C5A6C" w:rsidR="00E20822" w:rsidRPr="000B420F" w:rsidRDefault="000F6BFE" w:rsidP="0064471D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-8--6=</m:t>
                </m:r>
              </m:oMath>
            </m:oMathPara>
          </w:p>
        </w:tc>
      </w:tr>
      <w:tr w:rsidR="00E20822" w:rsidRPr="00C240D5" w14:paraId="44B9DE2A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448D794" w14:textId="77777777" w:rsidR="00831D41" w:rsidRPr="00831D41" w:rsidRDefault="00831D41" w:rsidP="00831D41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49831498" w14:textId="28C8196A" w:rsidR="007E2C1A" w:rsidRPr="00831D41" w:rsidRDefault="00831D41" w:rsidP="007E2C1A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112B7882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1120775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420F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1F83B660" wp14:editId="1AF84390">
                  <wp:extent cx="676894" cy="1176110"/>
                  <wp:effectExtent l="0" t="0" r="9525" b="508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011" cy="1176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EE928B" w14:textId="6F38AA6E" w:rsidR="009D6BD1" w:rsidRDefault="009D6BD1" w:rsidP="009D6BD1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613AD728" wp14:editId="19D3BED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9" name="Picture 1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0A3B7EE4" w14:textId="6BEF359E" w:rsidR="009D6BD1" w:rsidRDefault="009D6BD1" w:rsidP="009D6BD1">
      <w:pPr>
        <w:spacing w:after="120"/>
        <w:ind w:firstLine="720"/>
        <w:rPr>
          <w:rFonts w:ascii="Kristen ITC" w:hAnsi="Kristen ITC"/>
          <w:b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072FE762" wp14:editId="7C1D95C6">
            <wp:simplePos x="0" y="0"/>
            <wp:positionH relativeFrom="column">
              <wp:posOffset>-203200</wp:posOffset>
            </wp:positionH>
            <wp:positionV relativeFrom="paragraph">
              <wp:posOffset>84675</wp:posOffset>
            </wp:positionV>
            <wp:extent cx="827405" cy="568325"/>
            <wp:effectExtent l="53340" t="0" r="0" b="0"/>
            <wp:wrapNone/>
            <wp:docPr id="17" name="Picture 1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0B5FAAA" w14:textId="3789938E" w:rsidR="009D6BD1" w:rsidRDefault="009D6BD1" w:rsidP="009D6BD1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9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705E2E96" w14:textId="77777777" w:rsidR="009D6BD1" w:rsidRDefault="009D6BD1" w:rsidP="009D6BD1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9D6BD1" w:rsidRPr="000A63AF" w14:paraId="65A71CD3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82E20BC" w14:textId="77777777" w:rsidR="009D6BD1" w:rsidRPr="00C240D5" w:rsidRDefault="009D6BD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4CAAAA08" w14:textId="77777777" w:rsidR="009D6BD1" w:rsidRPr="000B420F" w:rsidRDefault="009D6BD1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0B420F">
              <w:rPr>
                <w:rFonts w:ascii="Century Gothic" w:hAnsi="Century Gothic" w:cs="Tahoma"/>
              </w:rPr>
              <w:t>If 5 tokens cost £1.50, how much do 11 tokens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4A49D7A9" w14:textId="77777777" w:rsidR="009D6BD1" w:rsidRPr="000B420F" w:rsidRDefault="009D6BD1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0B420F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DE357AC" w14:textId="77777777" w:rsidR="009D6BD1" w:rsidRPr="000B420F" w:rsidRDefault="009D6BD1" w:rsidP="00EA5960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0B420F">
              <w:rPr>
                <w:rFonts w:ascii="Century Gothic" w:hAnsi="Century Gothic" w:cs="Tahoma"/>
              </w:rPr>
              <w:t>What is 0.7 as a fraction in its simplest form?</w:t>
            </w:r>
          </w:p>
        </w:tc>
      </w:tr>
      <w:tr w:rsidR="009D6BD1" w:rsidRPr="00C240D5" w14:paraId="139475ED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709C575" w14:textId="77777777" w:rsidR="009D6BD1" w:rsidRPr="00C240D5" w:rsidRDefault="009D6BD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2CE90E8B" w14:textId="77777777" w:rsidR="009D6BD1" w:rsidRPr="000B420F" w:rsidRDefault="009D6BD1" w:rsidP="00EA5960">
            <w:pPr>
              <w:spacing w:before="120" w:after="0"/>
              <w:rPr>
                <w:rFonts w:ascii="Century Gothic" w:hAnsi="Century Gothic"/>
              </w:rPr>
            </w:pPr>
            <w:r w:rsidRPr="000B420F">
              <w:rPr>
                <w:rFonts w:ascii="Century Gothic" w:eastAsia="Calibri" w:hAnsi="Century Gothic" w:cs="Tahoma"/>
                <w:color w:val="000000" w:themeColor="text1"/>
                <w:kern w:val="24"/>
              </w:rPr>
              <w:t xml:space="preserve">Solve </w:t>
            </w:r>
            <m:oMath>
              <m:f>
                <m:fPr>
                  <m:ctrlPr>
                    <w:rPr>
                      <w:rFonts w:ascii="Cambria Math" w:eastAsia="Calibri" w:hAnsi="Cambria Math" w:cs="Tahoma"/>
                      <w:i/>
                      <w:color w:val="000000" w:themeColor="text1"/>
                      <w:kern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ahoma"/>
                      <w:color w:val="000000" w:themeColor="text1"/>
                      <w:kern w:val="24"/>
                    </w:rPr>
                    <m:t>x</m:t>
                  </m:r>
                </m:num>
                <m:den>
                  <m:r>
                    <w:rPr>
                      <w:rFonts w:ascii="Cambria Math" w:eastAsia="Calibri" w:hAnsi="Cambria Math" w:cs="Tahoma"/>
                      <w:color w:val="000000" w:themeColor="text1"/>
                      <w:kern w:val="24"/>
                    </w:rPr>
                    <m:t>7</m:t>
                  </m:r>
                </m:den>
              </m:f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=3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3DFB9B3" w14:textId="77777777" w:rsidR="009D6BD1" w:rsidRPr="000B420F" w:rsidRDefault="009D6BD1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0B420F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8E3BB47" w14:textId="77777777" w:rsidR="009D6BD1" w:rsidRPr="000B420F" w:rsidRDefault="009D6BD1" w:rsidP="00EA5960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-8--6=</m:t>
                </m:r>
              </m:oMath>
            </m:oMathPara>
          </w:p>
        </w:tc>
      </w:tr>
      <w:tr w:rsidR="009D6BD1" w:rsidRPr="00C240D5" w14:paraId="1F5E7EB7" w14:textId="77777777" w:rsidTr="00EA5960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417CC47D" w14:textId="77777777" w:rsidR="009D6BD1" w:rsidRPr="00C240D5" w:rsidRDefault="009D6BD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A8ABC82" w14:textId="77777777" w:rsidR="009D6BD1" w:rsidRPr="00831D41" w:rsidRDefault="009D6BD1" w:rsidP="00EA5960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676EC3E8" w14:textId="77777777" w:rsidR="009D6BD1" w:rsidRPr="00831D41" w:rsidRDefault="009D6BD1" w:rsidP="00EA5960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73049ABA" wp14:editId="12B0BC0C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1120775</wp:posOffset>
                  </wp:positionV>
                  <wp:extent cx="572188" cy="401760"/>
                  <wp:effectExtent l="0" t="0" r="0" b="508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12AD02F" wp14:editId="02815AEB">
                  <wp:extent cx="676894" cy="1176110"/>
                  <wp:effectExtent l="0" t="0" r="9525" b="50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011" cy="1176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77777777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sectPr w:rsidR="00831D41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A43CA"/>
    <w:rsid w:val="000A63AF"/>
    <w:rsid w:val="000B420F"/>
    <w:rsid w:val="000F6BFE"/>
    <w:rsid w:val="001826A9"/>
    <w:rsid w:val="001A1D1C"/>
    <w:rsid w:val="00213C21"/>
    <w:rsid w:val="00293BEA"/>
    <w:rsid w:val="00296DE9"/>
    <w:rsid w:val="002B63A6"/>
    <w:rsid w:val="002D5D86"/>
    <w:rsid w:val="00333535"/>
    <w:rsid w:val="0037571F"/>
    <w:rsid w:val="003F51D8"/>
    <w:rsid w:val="00461E42"/>
    <w:rsid w:val="0049275B"/>
    <w:rsid w:val="00505FC9"/>
    <w:rsid w:val="00525119"/>
    <w:rsid w:val="0064471D"/>
    <w:rsid w:val="006C37E5"/>
    <w:rsid w:val="006F185A"/>
    <w:rsid w:val="00705472"/>
    <w:rsid w:val="00712C99"/>
    <w:rsid w:val="00766A10"/>
    <w:rsid w:val="007B4226"/>
    <w:rsid w:val="007E2C1A"/>
    <w:rsid w:val="00831D41"/>
    <w:rsid w:val="0090117B"/>
    <w:rsid w:val="009118B1"/>
    <w:rsid w:val="0099142F"/>
    <w:rsid w:val="009D6BD1"/>
    <w:rsid w:val="00AD3C1A"/>
    <w:rsid w:val="00BE22E8"/>
    <w:rsid w:val="00BE7AC9"/>
    <w:rsid w:val="00C240D5"/>
    <w:rsid w:val="00C41860"/>
    <w:rsid w:val="00C52126"/>
    <w:rsid w:val="00D26238"/>
    <w:rsid w:val="00D51195"/>
    <w:rsid w:val="00D657D6"/>
    <w:rsid w:val="00DB511B"/>
    <w:rsid w:val="00E20822"/>
    <w:rsid w:val="00E7749A"/>
    <w:rsid w:val="00E907F4"/>
    <w:rsid w:val="00EC4CCA"/>
    <w:rsid w:val="00F11D9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2019-05-30T13:44:00Z</dcterms:created>
  <dcterms:modified xsi:type="dcterms:W3CDTF">2019-05-30T13:46:00Z</dcterms:modified>
</cp:coreProperties>
</file>